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FDC3C" w14:textId="77777777" w:rsidR="009E1D3B" w:rsidRPr="006B782F" w:rsidRDefault="009E1D3B" w:rsidP="009E1D3B">
      <w:pPr>
        <w:keepNext/>
        <w:pageBreakBefore/>
        <w:spacing w:after="0" w:line="240" w:lineRule="auto"/>
        <w:jc w:val="right"/>
        <w:textAlignment w:val="top"/>
        <w:outlineLvl w:val="3"/>
        <w:rPr>
          <w:rFonts w:ascii="Times New Roman" w:eastAsia="Times New Roman" w:hAnsi="Times New Roman"/>
          <w:bCs/>
          <w:color w:val="000000"/>
          <w:lang w:eastAsia="pl-PL"/>
        </w:rPr>
      </w:pPr>
      <w:r w:rsidRPr="006B782F">
        <w:rPr>
          <w:rFonts w:ascii="Times New Roman" w:eastAsia="Times New Roman" w:hAnsi="Times New Roman"/>
          <w:bCs/>
          <w:i/>
          <w:sz w:val="20"/>
          <w:szCs w:val="24"/>
          <w:lang w:eastAsia="pl-PL"/>
        </w:rPr>
        <w:t>Załącznik nr 1</w:t>
      </w:r>
      <w:r>
        <w:rPr>
          <w:rFonts w:ascii="Times New Roman" w:eastAsia="Times New Roman" w:hAnsi="Times New Roman"/>
          <w:bCs/>
          <w:i/>
          <w:sz w:val="20"/>
          <w:szCs w:val="24"/>
          <w:lang w:eastAsia="pl-PL"/>
        </w:rPr>
        <w:t>1</w:t>
      </w:r>
      <w:r w:rsidRPr="006B782F">
        <w:rPr>
          <w:rFonts w:ascii="Times New Roman" w:eastAsia="Times New Roman" w:hAnsi="Times New Roman"/>
          <w:bCs/>
          <w:i/>
          <w:sz w:val="20"/>
          <w:szCs w:val="24"/>
          <w:lang w:eastAsia="pl-PL"/>
        </w:rPr>
        <w:t xml:space="preserve"> - wzór wykazu proponowanych urządzeń – składany na wezwanie Zamawiającego</w:t>
      </w:r>
      <w:r w:rsidRPr="006B782F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.</w:t>
      </w:r>
    </w:p>
    <w:p w14:paraId="0E109AE1" w14:textId="77777777" w:rsidR="009E1D3B" w:rsidRDefault="009E1D3B" w:rsidP="009E1D3B">
      <w:pPr>
        <w:spacing w:after="0" w:line="240" w:lineRule="auto"/>
        <w:rPr>
          <w:rFonts w:ascii="Arial" w:eastAsia="Times New Roman" w:hAnsi="Arial"/>
          <w:color w:val="000000"/>
          <w:lang w:eastAsia="pl-PL"/>
        </w:rPr>
      </w:pPr>
    </w:p>
    <w:p w14:paraId="52D0F30A" w14:textId="77777777" w:rsidR="009E1D3B" w:rsidRPr="00637091" w:rsidRDefault="009E1D3B" w:rsidP="009E1D3B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color w:val="000000"/>
          <w:sz w:val="28"/>
          <w:lang w:eastAsia="pl-PL"/>
        </w:rPr>
      </w:pPr>
      <w:r w:rsidRPr="00637091">
        <w:rPr>
          <w:rFonts w:ascii="Times New Roman" w:eastAsia="Times New Roman" w:hAnsi="Times New Roman"/>
          <w:b/>
          <w:i/>
          <w:color w:val="000000"/>
          <w:sz w:val="28"/>
          <w:lang w:eastAsia="pl-PL"/>
        </w:rPr>
        <w:t>Wykaz proponowanych materiałów</w:t>
      </w:r>
    </w:p>
    <w:p w14:paraId="350899CE" w14:textId="77777777" w:rsidR="009E1D3B" w:rsidRDefault="009E1D3B" w:rsidP="009E1D3B">
      <w:pPr>
        <w:spacing w:after="0" w:line="240" w:lineRule="auto"/>
        <w:rPr>
          <w:rFonts w:ascii="Arial" w:eastAsia="Times New Roman" w:hAnsi="Arial"/>
          <w:b/>
          <w:color w:val="000000"/>
          <w:lang w:eastAsia="pl-PL"/>
        </w:rPr>
      </w:pPr>
    </w:p>
    <w:p w14:paraId="3AA520A5" w14:textId="77777777" w:rsidR="0009656D" w:rsidRPr="00637091" w:rsidRDefault="0009656D" w:rsidP="009E1D3B">
      <w:pPr>
        <w:spacing w:after="0" w:line="240" w:lineRule="auto"/>
        <w:rPr>
          <w:rFonts w:ascii="Arial" w:eastAsia="Times New Roman" w:hAnsi="Arial"/>
          <w:b/>
          <w:color w:val="000000"/>
          <w:lang w:eastAsia="pl-PL"/>
        </w:rPr>
      </w:pPr>
    </w:p>
    <w:p w14:paraId="6BE21E59" w14:textId="0BD79B7C" w:rsidR="009E1D3B" w:rsidRPr="009E1D3B" w:rsidRDefault="009E1D3B" w:rsidP="009E1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pl-PL"/>
        </w:rPr>
      </w:pPr>
      <w:r w:rsidRPr="009E1D3B">
        <w:rPr>
          <w:rFonts w:ascii="Times New Roman" w:eastAsia="Times New Roman" w:hAnsi="Times New Roman"/>
          <w:color w:val="000000"/>
          <w:sz w:val="24"/>
          <w:lang w:eastAsia="pl-PL"/>
        </w:rPr>
        <w:t xml:space="preserve">Na potrzeby postępowania postępowaniu o udzielenie zamówienia prowadzonym przez Miejską Spółka SKO-EKO Sp. z o. o w przedmiocie: </w:t>
      </w:r>
      <w:r w:rsidRPr="009E1D3B">
        <w:rPr>
          <w:rFonts w:ascii="Times New Roman" w:hAnsi="Times New Roman"/>
          <w:b/>
          <w:bCs/>
          <w:color w:val="000000"/>
          <w:sz w:val="24"/>
          <w:szCs w:val="28"/>
        </w:rPr>
        <w:t>„Rozbudowa i przebudowa</w:t>
      </w:r>
      <w:r w:rsidR="007002AE"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r w:rsidRPr="009E1D3B">
        <w:rPr>
          <w:rFonts w:ascii="Times New Roman" w:hAnsi="Times New Roman"/>
          <w:b/>
          <w:bCs/>
          <w:color w:val="000000"/>
          <w:sz w:val="24"/>
          <w:szCs w:val="28"/>
        </w:rPr>
        <w:t>istniejącego układu dróg wewnętrznych</w:t>
      </w:r>
      <w:r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r w:rsidRPr="009E1D3B">
        <w:rPr>
          <w:rFonts w:ascii="Times New Roman" w:hAnsi="Times New Roman"/>
          <w:b/>
          <w:bCs/>
          <w:color w:val="000000"/>
          <w:sz w:val="24"/>
          <w:szCs w:val="28"/>
        </w:rPr>
        <w:t>i chodników na terenie Oczyszczalni ścieków</w:t>
      </w:r>
      <w:r w:rsidR="007002AE">
        <w:rPr>
          <w:rFonts w:ascii="Times New Roman" w:hAnsi="Times New Roman"/>
          <w:b/>
          <w:bCs/>
          <w:color w:val="000000"/>
          <w:sz w:val="24"/>
          <w:szCs w:val="28"/>
        </w:rPr>
        <w:br/>
      </w:r>
      <w:r w:rsidRPr="009E1D3B">
        <w:rPr>
          <w:rFonts w:ascii="Times New Roman" w:hAnsi="Times New Roman"/>
          <w:b/>
          <w:bCs/>
          <w:color w:val="000000"/>
          <w:sz w:val="24"/>
          <w:szCs w:val="28"/>
        </w:rPr>
        <w:t>w Skoczowie”</w:t>
      </w:r>
      <w:r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r w:rsidRPr="009E1D3B">
        <w:rPr>
          <w:rFonts w:ascii="Times New Roman" w:eastAsia="Times New Roman" w:hAnsi="Times New Roman"/>
          <w:bCs/>
          <w:color w:val="000000"/>
          <w:sz w:val="24"/>
          <w:lang w:eastAsia="pl-PL"/>
        </w:rPr>
        <w:t xml:space="preserve"> przedkładam Wykaz proponowanych urządzeń i materiałów:</w:t>
      </w:r>
    </w:p>
    <w:p w14:paraId="5CB33650" w14:textId="77777777" w:rsidR="009E1D3B" w:rsidRDefault="009E1D3B" w:rsidP="009E1D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237902C" w14:textId="77777777" w:rsidR="007002AE" w:rsidRPr="00637091" w:rsidRDefault="007002AE" w:rsidP="009E1D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1275"/>
        <w:gridCol w:w="1134"/>
        <w:gridCol w:w="1276"/>
        <w:gridCol w:w="992"/>
      </w:tblGrid>
      <w:tr w:rsidR="00871CA7" w:rsidRPr="00637091" w14:paraId="23C03AE6" w14:textId="77777777" w:rsidTr="00C30688">
        <w:trPr>
          <w:cantSplit/>
          <w:trHeight w:val="66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8A2E485" w14:textId="77777777" w:rsidR="00871CA7" w:rsidRPr="00637091" w:rsidRDefault="00871CA7" w:rsidP="00C3068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</w:pPr>
            <w:r w:rsidRPr="00637091"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  <w:t>l.p.</w:t>
            </w:r>
          </w:p>
          <w:p w14:paraId="6C257172" w14:textId="77777777" w:rsidR="00871CA7" w:rsidRPr="00637091" w:rsidRDefault="00871CA7" w:rsidP="00C3068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</w:p>
          <w:p w14:paraId="737E05EB" w14:textId="77777777" w:rsidR="00871CA7" w:rsidRPr="00637091" w:rsidRDefault="00871CA7" w:rsidP="00C3068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4B5EA9A" w14:textId="77777777" w:rsidR="00871CA7" w:rsidRPr="00637091" w:rsidRDefault="00871CA7" w:rsidP="00C3068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</w:pPr>
            <w:r w:rsidRPr="00637091"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  <w:t>materiał przyjęte w dokumentacji projektowej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F5F4E2" w14:textId="77777777" w:rsidR="00871CA7" w:rsidRPr="00637091" w:rsidRDefault="00871CA7" w:rsidP="00C3068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</w:pPr>
            <w:r w:rsidRPr="00637091"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  <w:t>Proponowan</w:t>
            </w:r>
            <w:r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  <w:t>y</w:t>
            </w:r>
            <w:r w:rsidRPr="00637091"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Cs w:val="20"/>
                <w:lang w:eastAsia="pl-PL"/>
              </w:rPr>
              <w:t>materiał</w:t>
            </w:r>
          </w:p>
        </w:tc>
      </w:tr>
      <w:tr w:rsidR="00871CA7" w:rsidRPr="00637091" w14:paraId="68963416" w14:textId="77777777" w:rsidTr="00871CA7">
        <w:trPr>
          <w:cantSplit/>
          <w:trHeight w:val="27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20A05742" w14:textId="77777777" w:rsidR="009E1D3B" w:rsidRPr="00637091" w:rsidRDefault="009E1D3B" w:rsidP="00C3068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404050" w14:textId="77777777" w:rsidR="009E1D3B" w:rsidRPr="00637091" w:rsidRDefault="009E1D3B" w:rsidP="00C306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5F025E3" w14:textId="77777777" w:rsidR="009E1D3B" w:rsidRPr="00637091" w:rsidRDefault="009E1D3B" w:rsidP="00C306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637091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8EA53B9" w14:textId="77777777" w:rsidR="009E1D3B" w:rsidRPr="00637091" w:rsidRDefault="009E1D3B" w:rsidP="00C306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637091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Typ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ACD61" w14:textId="77777777" w:rsidR="009E1D3B" w:rsidRPr="00637091" w:rsidRDefault="009E1D3B" w:rsidP="00C306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637091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Dostawca/Producent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C5CEAA" w14:textId="77777777" w:rsidR="009E1D3B" w:rsidRPr="00637091" w:rsidRDefault="009E1D3B" w:rsidP="00C3068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637091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Opis danych</w:t>
            </w:r>
          </w:p>
        </w:tc>
      </w:tr>
      <w:tr w:rsidR="00871CA7" w:rsidRPr="00637091" w14:paraId="0D70C916" w14:textId="77777777" w:rsidTr="00871CA7">
        <w:trPr>
          <w:cantSplit/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5591225" w14:textId="77777777" w:rsidR="009E1D3B" w:rsidRPr="00637091" w:rsidRDefault="007002AE" w:rsidP="00C306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1A13B3" w14:textId="77777777" w:rsidR="000A1987" w:rsidRPr="00637091" w:rsidRDefault="000A1987" w:rsidP="00C306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Kruszywo łamane 0/31,5 mm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4726FF9" w14:textId="77777777" w:rsidR="009E1D3B" w:rsidRPr="00637091" w:rsidRDefault="009E1D3B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53E9B44" w14:textId="77777777" w:rsidR="009E1D3B" w:rsidRPr="00637091" w:rsidRDefault="009E1D3B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76AA1" w14:textId="77777777" w:rsidR="009E1D3B" w:rsidRPr="00637091" w:rsidRDefault="009E1D3B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25DAF" w14:textId="77777777" w:rsidR="009E1D3B" w:rsidRPr="00637091" w:rsidRDefault="009E1D3B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</w:tr>
      <w:tr w:rsidR="00871CA7" w:rsidRPr="00637091" w14:paraId="516AB204" w14:textId="77777777" w:rsidTr="00871CA7">
        <w:trPr>
          <w:cantSplit/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ADF018C" w14:textId="77777777" w:rsidR="009E1D3B" w:rsidRPr="00637091" w:rsidRDefault="007002AE" w:rsidP="00C306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4B2650" w14:textId="77777777" w:rsidR="009E1D3B" w:rsidRPr="00637091" w:rsidRDefault="000A1987" w:rsidP="007002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Mieszanka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mineralno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- bitumiczna AC16P 50/70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609855C" w14:textId="77777777" w:rsidR="009E1D3B" w:rsidRPr="00637091" w:rsidRDefault="009E1D3B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64DDA0A" w14:textId="77777777" w:rsidR="009E1D3B" w:rsidRPr="00637091" w:rsidRDefault="009E1D3B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26D46" w14:textId="77777777" w:rsidR="009E1D3B" w:rsidRPr="00637091" w:rsidRDefault="009E1D3B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706C0" w14:textId="77777777" w:rsidR="009E1D3B" w:rsidRPr="00637091" w:rsidRDefault="009E1D3B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</w:tr>
      <w:tr w:rsidR="000A1987" w:rsidRPr="00637091" w14:paraId="111C1018" w14:textId="77777777" w:rsidTr="00871CA7">
        <w:trPr>
          <w:cantSplit/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53C1B20" w14:textId="77777777" w:rsidR="000A1987" w:rsidRPr="00637091" w:rsidRDefault="007002AE" w:rsidP="00C306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E93BAA" w14:textId="77777777" w:rsidR="000A1987" w:rsidRPr="00637091" w:rsidRDefault="000A1987" w:rsidP="007002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Mieszanka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mineralno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- bitumiczna AC11S 50/70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7A2ECEF" w14:textId="77777777" w:rsidR="000A1987" w:rsidRPr="00637091" w:rsidRDefault="000A1987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0685030" w14:textId="77777777" w:rsidR="000A1987" w:rsidRPr="00637091" w:rsidRDefault="000A1987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003B" w14:textId="77777777" w:rsidR="000A1987" w:rsidRPr="00637091" w:rsidRDefault="000A1987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A9327" w14:textId="77777777" w:rsidR="000A1987" w:rsidRPr="00637091" w:rsidRDefault="000A1987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</w:tr>
      <w:tr w:rsidR="000A1987" w:rsidRPr="00637091" w14:paraId="6C3A75A9" w14:textId="77777777" w:rsidTr="00871CA7">
        <w:trPr>
          <w:cantSplit/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CA222C9" w14:textId="77777777" w:rsidR="000A1987" w:rsidRPr="00637091" w:rsidRDefault="007002AE" w:rsidP="00C306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1D7074" w14:textId="77777777" w:rsidR="000A1987" w:rsidRPr="00637091" w:rsidRDefault="000A1987" w:rsidP="00C306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Krawężnik betonowy 15 x 30 cm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B7000A9" w14:textId="77777777" w:rsidR="000A1987" w:rsidRPr="00637091" w:rsidRDefault="000A1987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2D62A3D" w14:textId="77777777" w:rsidR="000A1987" w:rsidRPr="00637091" w:rsidRDefault="000A1987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F2DA5" w14:textId="77777777" w:rsidR="000A1987" w:rsidRPr="00637091" w:rsidRDefault="000A1987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6D15C" w14:textId="77777777" w:rsidR="000A1987" w:rsidRPr="00637091" w:rsidRDefault="000A1987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</w:tr>
      <w:tr w:rsidR="000A1987" w:rsidRPr="00637091" w14:paraId="281E5525" w14:textId="77777777" w:rsidTr="00871CA7">
        <w:trPr>
          <w:cantSplit/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9C0B9ED" w14:textId="77777777" w:rsidR="000A1987" w:rsidRPr="00637091" w:rsidRDefault="007002AE" w:rsidP="00C306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A97FC2" w14:textId="77777777" w:rsidR="000A1987" w:rsidRPr="00637091" w:rsidRDefault="000A1987" w:rsidP="00C306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Kostka brukowa gr. 6 cm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E96F3F8" w14:textId="77777777" w:rsidR="000A1987" w:rsidRPr="00637091" w:rsidRDefault="000A1987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01A374D" w14:textId="77777777" w:rsidR="000A1987" w:rsidRPr="00637091" w:rsidRDefault="000A1987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6661" w14:textId="77777777" w:rsidR="000A1987" w:rsidRPr="00637091" w:rsidRDefault="000A1987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762B" w14:textId="77777777" w:rsidR="000A1987" w:rsidRPr="00637091" w:rsidRDefault="000A1987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</w:tr>
      <w:tr w:rsidR="000A1987" w:rsidRPr="00637091" w14:paraId="7E5D9CC3" w14:textId="77777777" w:rsidTr="00871CA7">
        <w:trPr>
          <w:cantSplit/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EB53A4B" w14:textId="77777777" w:rsidR="000A1987" w:rsidRPr="00637091" w:rsidRDefault="007002AE" w:rsidP="00C306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8A1E84" w14:textId="77777777" w:rsidR="000A1987" w:rsidRPr="00637091" w:rsidRDefault="0009656D" w:rsidP="007002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Obrzeże betonowe o wymiarach 30 x 8 cm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2C1B4E6" w14:textId="77777777" w:rsidR="000A1987" w:rsidRPr="00637091" w:rsidRDefault="000A1987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C45BAA4" w14:textId="77777777" w:rsidR="000A1987" w:rsidRPr="00637091" w:rsidRDefault="000A1987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5EC50" w14:textId="77777777" w:rsidR="000A1987" w:rsidRPr="00637091" w:rsidRDefault="000A1987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7E85" w14:textId="77777777" w:rsidR="000A1987" w:rsidRPr="00637091" w:rsidRDefault="000A1987" w:rsidP="00C30688">
            <w:pPr>
              <w:snapToGrid w:val="0"/>
              <w:spacing w:after="0" w:line="240" w:lineRule="auto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</w:tr>
    </w:tbl>
    <w:p w14:paraId="6853ED22" w14:textId="77777777" w:rsidR="007002AE" w:rsidRDefault="007002AE" w:rsidP="009E1D3B">
      <w:p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pl-PL"/>
        </w:rPr>
      </w:pPr>
    </w:p>
    <w:p w14:paraId="4FB90D92" w14:textId="77777777" w:rsidR="009E1D3B" w:rsidRPr="00637091" w:rsidRDefault="009E1D3B" w:rsidP="009E1D3B">
      <w:pPr>
        <w:spacing w:after="0" w:line="240" w:lineRule="auto"/>
        <w:jc w:val="both"/>
        <w:rPr>
          <w:rFonts w:ascii="Times New Roman" w:eastAsia="Times New Roman" w:hAnsi="Times New Roman"/>
          <w:snapToGrid w:val="0"/>
          <w:lang w:eastAsia="pl-PL"/>
        </w:rPr>
      </w:pPr>
      <w:r w:rsidRPr="00637091">
        <w:rPr>
          <w:rFonts w:ascii="Times New Roman" w:eastAsia="Times New Roman" w:hAnsi="Times New Roman"/>
          <w:snapToGrid w:val="0"/>
          <w:lang w:eastAsia="pl-PL"/>
        </w:rPr>
        <w:t>Wymagania dot.</w:t>
      </w:r>
      <w:r>
        <w:rPr>
          <w:rFonts w:ascii="Times New Roman" w:eastAsia="Times New Roman" w:hAnsi="Times New Roman"/>
          <w:snapToGrid w:val="0"/>
          <w:lang w:eastAsia="pl-PL"/>
        </w:rPr>
        <w:t xml:space="preserve"> materiałów,</w:t>
      </w:r>
      <w:r w:rsidRPr="00637091">
        <w:rPr>
          <w:rFonts w:ascii="Times New Roman" w:eastAsia="Times New Roman" w:hAnsi="Times New Roman"/>
          <w:snapToGrid w:val="0"/>
          <w:lang w:eastAsia="pl-PL"/>
        </w:rPr>
        <w:t xml:space="preserve"> zostały określone w</w:t>
      </w:r>
      <w:r>
        <w:rPr>
          <w:rFonts w:ascii="Times New Roman" w:eastAsia="Times New Roman" w:hAnsi="Times New Roman"/>
          <w:snapToGrid w:val="0"/>
          <w:lang w:eastAsia="pl-PL"/>
        </w:rPr>
        <w:t xml:space="preserve"> odpowiednich</w:t>
      </w:r>
      <w:r w:rsidRPr="00637091">
        <w:rPr>
          <w:rFonts w:ascii="Times New Roman" w:eastAsia="Times New Roman" w:hAnsi="Times New Roman"/>
          <w:snapToGrid w:val="0"/>
          <w:lang w:eastAsia="pl-PL"/>
        </w:rPr>
        <w:t xml:space="preserve"> dokumentacj</w:t>
      </w:r>
      <w:r>
        <w:rPr>
          <w:rFonts w:ascii="Times New Roman" w:eastAsia="Times New Roman" w:hAnsi="Times New Roman"/>
          <w:snapToGrid w:val="0"/>
          <w:lang w:eastAsia="pl-PL"/>
        </w:rPr>
        <w:t>ach</w:t>
      </w:r>
      <w:r w:rsidRPr="00637091">
        <w:rPr>
          <w:rFonts w:ascii="Times New Roman" w:eastAsia="Times New Roman" w:hAnsi="Times New Roman"/>
          <w:snapToGrid w:val="0"/>
          <w:lang w:eastAsia="pl-PL"/>
        </w:rPr>
        <w:t xml:space="preserve"> projektow</w:t>
      </w:r>
      <w:r>
        <w:rPr>
          <w:rFonts w:ascii="Times New Roman" w:eastAsia="Times New Roman" w:hAnsi="Times New Roman"/>
          <w:snapToGrid w:val="0"/>
          <w:lang w:eastAsia="pl-PL"/>
        </w:rPr>
        <w:t>ych</w:t>
      </w:r>
      <w:r w:rsidRPr="00637091">
        <w:rPr>
          <w:rFonts w:ascii="Times New Roman" w:eastAsia="Times New Roman" w:hAnsi="Times New Roman"/>
          <w:snapToGrid w:val="0"/>
          <w:lang w:eastAsia="pl-PL"/>
        </w:rPr>
        <w:t xml:space="preserve"> oraz</w:t>
      </w:r>
      <w:r>
        <w:rPr>
          <w:rFonts w:ascii="Times New Roman" w:eastAsia="Times New Roman" w:hAnsi="Times New Roman"/>
          <w:snapToGrid w:val="0"/>
          <w:lang w:eastAsia="pl-PL"/>
        </w:rPr>
        <w:br/>
      </w:r>
      <w:r w:rsidRPr="00637091">
        <w:rPr>
          <w:rFonts w:ascii="Times New Roman" w:eastAsia="Times New Roman" w:hAnsi="Times New Roman"/>
          <w:snapToGrid w:val="0"/>
          <w:lang w:eastAsia="pl-PL"/>
        </w:rPr>
        <w:t>w Specyfikacj</w:t>
      </w:r>
      <w:r>
        <w:rPr>
          <w:rFonts w:ascii="Times New Roman" w:eastAsia="Times New Roman" w:hAnsi="Times New Roman"/>
          <w:snapToGrid w:val="0"/>
          <w:lang w:eastAsia="pl-PL"/>
        </w:rPr>
        <w:t>ach</w:t>
      </w:r>
      <w:r w:rsidRPr="00637091">
        <w:rPr>
          <w:rFonts w:ascii="Times New Roman" w:eastAsia="Times New Roman" w:hAnsi="Times New Roman"/>
          <w:snapToGrid w:val="0"/>
          <w:lang w:eastAsia="pl-PL"/>
        </w:rPr>
        <w:t xml:space="preserve"> techniczn</w:t>
      </w:r>
      <w:r>
        <w:rPr>
          <w:rFonts w:ascii="Times New Roman" w:eastAsia="Times New Roman" w:hAnsi="Times New Roman"/>
          <w:snapToGrid w:val="0"/>
          <w:lang w:eastAsia="pl-PL"/>
        </w:rPr>
        <w:t>ych</w:t>
      </w:r>
      <w:r w:rsidRPr="00637091">
        <w:rPr>
          <w:rFonts w:ascii="Times New Roman" w:eastAsia="Times New Roman" w:hAnsi="Times New Roman"/>
          <w:snapToGrid w:val="0"/>
          <w:lang w:eastAsia="pl-PL"/>
        </w:rPr>
        <w:t xml:space="preserve"> wykonania i odbioru robót budowlanych. Oferowane</w:t>
      </w:r>
      <w:r>
        <w:rPr>
          <w:rFonts w:ascii="Times New Roman" w:eastAsia="Times New Roman" w:hAnsi="Times New Roman"/>
          <w:snapToGrid w:val="0"/>
          <w:lang w:eastAsia="pl-PL"/>
        </w:rPr>
        <w:t xml:space="preserve"> materiały,</w:t>
      </w:r>
      <w:r w:rsidRPr="00637091">
        <w:rPr>
          <w:rFonts w:ascii="Times New Roman" w:eastAsia="Times New Roman" w:hAnsi="Times New Roman"/>
          <w:snapToGrid w:val="0"/>
          <w:lang w:eastAsia="pl-PL"/>
        </w:rPr>
        <w:t xml:space="preserve"> muszą spełniać postawione im wymagania. </w:t>
      </w:r>
    </w:p>
    <w:p w14:paraId="094A8CC2" w14:textId="77777777" w:rsidR="009E1D3B" w:rsidRPr="00637091" w:rsidRDefault="009E1D3B" w:rsidP="009E1D3B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lang w:eastAsia="pl-PL"/>
        </w:rPr>
      </w:pPr>
      <w:r w:rsidRPr="00637091">
        <w:rPr>
          <w:rFonts w:ascii="Times New Roman" w:eastAsia="Times New Roman" w:hAnsi="Times New Roman"/>
          <w:snapToGrid w:val="0"/>
          <w:lang w:eastAsia="pl-PL"/>
        </w:rPr>
        <w:t xml:space="preserve">W celu potwierdzenia, że oferowane </w:t>
      </w:r>
      <w:r>
        <w:rPr>
          <w:rFonts w:ascii="Times New Roman" w:eastAsia="Times New Roman" w:hAnsi="Times New Roman"/>
          <w:bCs/>
          <w:snapToGrid w:val="0"/>
          <w:lang w:eastAsia="pl-PL"/>
        </w:rPr>
        <w:t>materiały</w:t>
      </w:r>
      <w:r w:rsidRPr="00637091">
        <w:rPr>
          <w:rFonts w:ascii="Times New Roman" w:eastAsia="Times New Roman" w:hAnsi="Times New Roman"/>
          <w:bCs/>
          <w:snapToGrid w:val="0"/>
          <w:lang w:eastAsia="pl-PL"/>
        </w:rPr>
        <w:t xml:space="preserve"> spełniają wymagania określone w SIWZ, dokumentacji projektowej oraz </w:t>
      </w:r>
      <w:proofErr w:type="spellStart"/>
      <w:r w:rsidRPr="00637091">
        <w:rPr>
          <w:rFonts w:ascii="Times New Roman" w:eastAsia="Times New Roman" w:hAnsi="Times New Roman"/>
          <w:bCs/>
          <w:snapToGrid w:val="0"/>
          <w:lang w:eastAsia="pl-PL"/>
        </w:rPr>
        <w:t>STWiORB</w:t>
      </w:r>
      <w:proofErr w:type="spellEnd"/>
      <w:r w:rsidRPr="00637091">
        <w:rPr>
          <w:rFonts w:ascii="Times New Roman" w:eastAsia="Times New Roman" w:hAnsi="Times New Roman"/>
          <w:bCs/>
          <w:snapToGrid w:val="0"/>
          <w:lang w:eastAsia="pl-PL"/>
        </w:rPr>
        <w:t>, Wykonawca jest zobowiązany do opisania parametrów dane</w:t>
      </w:r>
      <w:r>
        <w:rPr>
          <w:rFonts w:ascii="Times New Roman" w:eastAsia="Times New Roman" w:hAnsi="Times New Roman"/>
          <w:bCs/>
          <w:snapToGrid w:val="0"/>
          <w:lang w:eastAsia="pl-PL"/>
        </w:rPr>
        <w:t>go</w:t>
      </w:r>
      <w:r w:rsidRPr="00637091">
        <w:rPr>
          <w:rFonts w:ascii="Times New Roman" w:eastAsia="Times New Roman" w:hAnsi="Times New Roman"/>
          <w:bCs/>
          <w:snapToGrid w:val="0"/>
          <w:lang w:eastAsia="pl-PL"/>
        </w:rPr>
        <w:t xml:space="preserve"> </w:t>
      </w:r>
      <w:r>
        <w:rPr>
          <w:rFonts w:ascii="Times New Roman" w:eastAsia="Times New Roman" w:hAnsi="Times New Roman"/>
          <w:bCs/>
          <w:snapToGrid w:val="0"/>
          <w:lang w:eastAsia="pl-PL"/>
        </w:rPr>
        <w:t>materiału</w:t>
      </w:r>
      <w:r w:rsidRPr="00637091">
        <w:rPr>
          <w:rFonts w:ascii="Times New Roman" w:eastAsia="Times New Roman" w:hAnsi="Times New Roman"/>
          <w:bCs/>
          <w:snapToGrid w:val="0"/>
          <w:lang w:eastAsia="pl-PL"/>
        </w:rPr>
        <w:t xml:space="preserve">. </w:t>
      </w:r>
    </w:p>
    <w:p w14:paraId="7606F93B" w14:textId="57F09ABE" w:rsidR="009E1D3B" w:rsidRDefault="009E1D3B" w:rsidP="009E1D3B">
      <w:pPr>
        <w:spacing w:line="240" w:lineRule="auto"/>
        <w:jc w:val="both"/>
        <w:rPr>
          <w:rFonts w:ascii="Times New Roman" w:eastAsia="Times New Roman" w:hAnsi="Times New Roman"/>
          <w:bCs/>
          <w:snapToGrid w:val="0"/>
          <w:lang w:eastAsia="pl-PL"/>
        </w:rPr>
      </w:pPr>
      <w:r w:rsidRPr="00637091">
        <w:rPr>
          <w:rFonts w:ascii="Times New Roman" w:eastAsia="Times New Roman" w:hAnsi="Times New Roman"/>
          <w:bCs/>
          <w:snapToGrid w:val="0"/>
          <w:lang w:eastAsia="pl-PL"/>
        </w:rPr>
        <w:t>Wykonawca, którego oferta zostanie wybrana jako najkorzystniejsza może być zobowiązany,</w:t>
      </w:r>
      <w:r>
        <w:rPr>
          <w:rFonts w:ascii="Times New Roman" w:eastAsia="Times New Roman" w:hAnsi="Times New Roman"/>
          <w:bCs/>
          <w:snapToGrid w:val="0"/>
          <w:lang w:eastAsia="pl-PL"/>
        </w:rPr>
        <w:br/>
      </w:r>
      <w:r w:rsidRPr="00637091">
        <w:rPr>
          <w:rFonts w:ascii="Times New Roman" w:eastAsia="Times New Roman" w:hAnsi="Times New Roman"/>
          <w:bCs/>
          <w:snapToGrid w:val="0"/>
          <w:lang w:eastAsia="pl-PL"/>
        </w:rPr>
        <w:t xml:space="preserve">w przypadku wątpliwości Zamawiającego co do spełnienia wymagań do załączenia, na wezwanie Zamawiającego karty katalogowej, lub innego dokumentu potwierdzającego spełnianie wymagań.  W razie zaoferowania </w:t>
      </w:r>
      <w:r w:rsidR="00002665">
        <w:rPr>
          <w:rFonts w:ascii="Times New Roman" w:eastAsia="Times New Roman" w:hAnsi="Times New Roman"/>
          <w:bCs/>
          <w:snapToGrid w:val="0"/>
          <w:lang w:eastAsia="pl-PL"/>
        </w:rPr>
        <w:t>materiałów</w:t>
      </w:r>
      <w:r w:rsidR="00002665" w:rsidRPr="00637091">
        <w:rPr>
          <w:rFonts w:ascii="Times New Roman" w:eastAsia="Times New Roman" w:hAnsi="Times New Roman"/>
          <w:bCs/>
          <w:snapToGrid w:val="0"/>
          <w:lang w:eastAsia="pl-PL"/>
        </w:rPr>
        <w:t xml:space="preserve"> </w:t>
      </w:r>
      <w:r w:rsidRPr="00637091">
        <w:rPr>
          <w:rFonts w:ascii="Times New Roman" w:eastAsia="Times New Roman" w:hAnsi="Times New Roman"/>
          <w:bCs/>
          <w:snapToGrid w:val="0"/>
          <w:lang w:eastAsia="pl-PL"/>
        </w:rPr>
        <w:t>równoważnych,</w:t>
      </w:r>
      <w:r w:rsidRPr="00637091">
        <w:rPr>
          <w:rFonts w:ascii="Times New Roman" w:eastAsia="Times New Roman" w:hAnsi="Times New Roman"/>
          <w:lang w:eastAsia="pl-PL"/>
        </w:rPr>
        <w:t xml:space="preserve"> </w:t>
      </w:r>
      <w:r w:rsidRPr="00637091">
        <w:rPr>
          <w:rFonts w:ascii="Times New Roman" w:eastAsia="Times New Roman" w:hAnsi="Times New Roman"/>
          <w:bCs/>
          <w:snapToGrid w:val="0"/>
          <w:lang w:eastAsia="pl-PL"/>
        </w:rPr>
        <w:t>przedmiotowe dokumenty muszą</w:t>
      </w:r>
      <w:r w:rsidR="00002665">
        <w:rPr>
          <w:rFonts w:ascii="Times New Roman" w:eastAsia="Times New Roman" w:hAnsi="Times New Roman"/>
          <w:bCs/>
          <w:snapToGrid w:val="0"/>
          <w:lang w:eastAsia="pl-PL"/>
        </w:rPr>
        <w:t xml:space="preserve"> </w:t>
      </w:r>
      <w:r w:rsidRPr="00637091">
        <w:rPr>
          <w:rFonts w:ascii="Times New Roman" w:eastAsia="Times New Roman" w:hAnsi="Times New Roman"/>
          <w:bCs/>
          <w:snapToGrid w:val="0"/>
          <w:lang w:eastAsia="pl-PL"/>
        </w:rPr>
        <w:t xml:space="preserve">w sposób jednoznaczny stwierdzać równoważność proponowanych </w:t>
      </w:r>
      <w:r w:rsidR="00002665">
        <w:rPr>
          <w:rFonts w:ascii="Times New Roman" w:eastAsia="Times New Roman" w:hAnsi="Times New Roman"/>
          <w:bCs/>
          <w:snapToGrid w:val="0"/>
          <w:lang w:eastAsia="pl-PL"/>
        </w:rPr>
        <w:t>materiałów</w:t>
      </w:r>
      <w:r w:rsidR="00002665" w:rsidRPr="00637091">
        <w:rPr>
          <w:rFonts w:ascii="Times New Roman" w:eastAsia="Times New Roman" w:hAnsi="Times New Roman"/>
          <w:bCs/>
          <w:snapToGrid w:val="0"/>
          <w:lang w:eastAsia="pl-PL"/>
        </w:rPr>
        <w:t xml:space="preserve"> </w:t>
      </w:r>
      <w:r w:rsidRPr="00637091">
        <w:rPr>
          <w:rFonts w:ascii="Times New Roman" w:eastAsia="Times New Roman" w:hAnsi="Times New Roman"/>
          <w:bCs/>
          <w:snapToGrid w:val="0"/>
          <w:lang w:eastAsia="pl-PL"/>
        </w:rPr>
        <w:t xml:space="preserve">w stosunku do </w:t>
      </w:r>
      <w:r w:rsidRPr="003D0F0B">
        <w:rPr>
          <w:rFonts w:ascii="Times New Roman" w:eastAsia="Times New Roman" w:hAnsi="Times New Roman"/>
          <w:bCs/>
          <w:snapToGrid w:val="0"/>
          <w:lang w:eastAsia="pl-PL"/>
        </w:rPr>
        <w:t>przyjętych w dokumentacji projektowej</w:t>
      </w:r>
      <w:r w:rsidR="00002665">
        <w:rPr>
          <w:rFonts w:ascii="Times New Roman" w:eastAsia="Times New Roman" w:hAnsi="Times New Roman"/>
          <w:bCs/>
          <w:snapToGrid w:val="0"/>
          <w:lang w:eastAsia="pl-PL"/>
        </w:rPr>
        <w:t>, STWIORB</w:t>
      </w:r>
      <w:r w:rsidRPr="003D0F0B">
        <w:rPr>
          <w:rFonts w:ascii="Times New Roman" w:eastAsia="Times New Roman" w:hAnsi="Times New Roman"/>
          <w:bCs/>
          <w:snapToGrid w:val="0"/>
          <w:lang w:eastAsia="pl-PL"/>
        </w:rPr>
        <w:t xml:space="preserve"> lub przedmiarach robót.</w:t>
      </w:r>
    </w:p>
    <w:p w14:paraId="12B38205" w14:textId="77777777" w:rsidR="0065764D" w:rsidRDefault="0065764D" w:rsidP="009E1D3B">
      <w:pPr>
        <w:spacing w:before="120" w:after="0" w:line="288" w:lineRule="auto"/>
        <w:rPr>
          <w:rFonts w:ascii="Times New Roman" w:eastAsia="Times New Roman" w:hAnsi="Times New Roman"/>
          <w:bCs/>
          <w:snapToGrid w:val="0"/>
          <w:lang w:eastAsia="pl-PL"/>
        </w:rPr>
      </w:pPr>
    </w:p>
    <w:p w14:paraId="47F3BEE5" w14:textId="77777777" w:rsidR="009E1D3B" w:rsidRPr="003D0F0B" w:rsidRDefault="009E1D3B" w:rsidP="005D319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3D0F0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__________________ dnia __.__.__________ r.</w:t>
      </w:r>
    </w:p>
    <w:p w14:paraId="253CC6B8" w14:textId="77777777" w:rsidR="0065764D" w:rsidRDefault="0065764D" w:rsidP="005D3199">
      <w:pPr>
        <w:spacing w:after="0" w:line="240" w:lineRule="auto"/>
        <w:ind w:firstLine="3960"/>
        <w:jc w:val="center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</w:p>
    <w:p w14:paraId="6CEF3D3E" w14:textId="77777777" w:rsidR="009E1D3B" w:rsidRPr="003D0F0B" w:rsidRDefault="009E1D3B" w:rsidP="005D3199">
      <w:pPr>
        <w:spacing w:after="0" w:line="240" w:lineRule="auto"/>
        <w:ind w:firstLine="3960"/>
        <w:jc w:val="center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3D0F0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                      ______________________________</w:t>
      </w:r>
    </w:p>
    <w:p w14:paraId="26854659" w14:textId="0606933F" w:rsidR="00752A19" w:rsidRDefault="009E1D3B" w:rsidP="005D3199">
      <w:pPr>
        <w:spacing w:after="0" w:line="240" w:lineRule="auto"/>
      </w:pPr>
      <w:r w:rsidRPr="003D0F0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 xml:space="preserve">                    </w:t>
      </w:r>
      <w:r w:rsidR="0065764D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="0065764D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="0065764D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="0065764D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="0065764D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="0065764D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="0065764D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  <w:t xml:space="preserve"> </w:t>
      </w:r>
      <w:r w:rsidRPr="003D0F0B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 xml:space="preserve">  (podpis Wykonawcy/Pełnomocnika)</w:t>
      </w:r>
    </w:p>
    <w:sectPr w:rsidR="00752A19" w:rsidSect="00752A1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681" w:right="1418" w:bottom="568" w:left="1418" w:header="567" w:footer="39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178E639" w15:done="0"/>
  <w15:commentEx w15:paraId="6624D1E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78E639" w16cid:durableId="1DE23F12"/>
  <w16cid:commentId w16cid:paraId="6624D1E0" w16cid:durableId="1E10786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1D3FB" w14:textId="77777777" w:rsidR="00504404" w:rsidRDefault="00504404" w:rsidP="00257458">
      <w:pPr>
        <w:spacing w:after="0" w:line="240" w:lineRule="auto"/>
      </w:pPr>
      <w:r>
        <w:separator/>
      </w:r>
    </w:p>
  </w:endnote>
  <w:endnote w:type="continuationSeparator" w:id="0">
    <w:p w14:paraId="54DAAC47" w14:textId="77777777" w:rsidR="00504404" w:rsidRDefault="00504404" w:rsidP="00257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DA9AC" w14:textId="77777777" w:rsidR="001D6599" w:rsidRPr="002108C1" w:rsidRDefault="00504404" w:rsidP="002108C1">
    <w:pPr>
      <w:pStyle w:val="Stopka"/>
      <w:jc w:val="right"/>
      <w:rPr>
        <w:sz w:val="16"/>
        <w:szCs w:val="16"/>
      </w:rPr>
    </w:pPr>
    <w:r>
      <w:rPr>
        <w:noProof/>
      </w:rPr>
      <w:pict w14:anchorId="04252A01">
        <v:line id="Łącznik prostoliniowy 10" o:spid="_x0000_s2051" style="position:absolute;left:0;text-align:left;z-index:3;visibility:visible;mso-width-relative:margin" from="-1pt,-.05pt" to="454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"/>
      </w:pict>
    </w:r>
    <w:r w:rsidR="002108C1" w:rsidRPr="002108C1">
      <w:rPr>
        <w:sz w:val="16"/>
        <w:szCs w:val="16"/>
      </w:rPr>
      <w:fldChar w:fldCharType="begin"/>
    </w:r>
    <w:r w:rsidR="002108C1" w:rsidRPr="002108C1">
      <w:rPr>
        <w:sz w:val="16"/>
        <w:szCs w:val="16"/>
      </w:rPr>
      <w:instrText>PAGE  \* Arabic  \* MERGEFORMAT</w:instrText>
    </w:r>
    <w:r w:rsidR="002108C1" w:rsidRPr="002108C1">
      <w:rPr>
        <w:sz w:val="16"/>
        <w:szCs w:val="16"/>
      </w:rPr>
      <w:fldChar w:fldCharType="separate"/>
    </w:r>
    <w:r w:rsidR="005D3199">
      <w:rPr>
        <w:noProof/>
        <w:sz w:val="16"/>
        <w:szCs w:val="16"/>
      </w:rPr>
      <w:t>2</w:t>
    </w:r>
    <w:r w:rsidR="002108C1" w:rsidRPr="002108C1">
      <w:rPr>
        <w:sz w:val="16"/>
        <w:szCs w:val="16"/>
      </w:rPr>
      <w:fldChar w:fldCharType="end"/>
    </w:r>
    <w:r w:rsidR="002108C1">
      <w:rPr>
        <w:sz w:val="16"/>
        <w:szCs w:val="16"/>
      </w:rPr>
      <w:t>/</w:t>
    </w:r>
    <w:r w:rsidR="002108C1" w:rsidRPr="002108C1">
      <w:rPr>
        <w:sz w:val="16"/>
        <w:szCs w:val="16"/>
      </w:rPr>
      <w:fldChar w:fldCharType="begin"/>
    </w:r>
    <w:r w:rsidR="002108C1" w:rsidRPr="002108C1">
      <w:rPr>
        <w:sz w:val="16"/>
        <w:szCs w:val="16"/>
      </w:rPr>
      <w:instrText>NUMPAGES  \* Arabic  \* MERGEFORMAT</w:instrText>
    </w:r>
    <w:r w:rsidR="002108C1" w:rsidRPr="002108C1">
      <w:rPr>
        <w:sz w:val="16"/>
        <w:szCs w:val="16"/>
      </w:rPr>
      <w:fldChar w:fldCharType="separate"/>
    </w:r>
    <w:r w:rsidR="005D3199">
      <w:rPr>
        <w:noProof/>
        <w:sz w:val="16"/>
        <w:szCs w:val="16"/>
      </w:rPr>
      <w:t>3</w:t>
    </w:r>
    <w:r w:rsidR="002108C1" w:rsidRPr="002108C1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3001C" w14:textId="77777777" w:rsidR="001D6599" w:rsidRPr="009E1D3B" w:rsidRDefault="00504404" w:rsidP="00107E09">
    <w:pPr>
      <w:pStyle w:val="Nagwek"/>
      <w:tabs>
        <w:tab w:val="clear" w:pos="4536"/>
        <w:tab w:val="clear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</w:rPr>
      <w:pict w14:anchorId="6E087589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49" type="#_x0000_t32" style="position:absolute;left:0;text-align:left;margin-left:3.95pt;margin-top:6.55pt;width:447pt;height:.0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"/>
      </w:pict>
    </w:r>
  </w:p>
  <w:p w14:paraId="4177EF9D" w14:textId="77777777" w:rsidR="00107E09" w:rsidRPr="009E1D3B" w:rsidRDefault="00107E09" w:rsidP="00107E09">
    <w:pPr>
      <w:pStyle w:val="Nagwek"/>
      <w:tabs>
        <w:tab w:val="clear" w:pos="4536"/>
        <w:tab w:val="clear" w:pos="9072"/>
      </w:tabs>
      <w:spacing w:after="0" w:line="240" w:lineRule="auto"/>
      <w:jc w:val="center"/>
      <w:rPr>
        <w:color w:val="000000"/>
        <w:sz w:val="16"/>
        <w:szCs w:val="16"/>
      </w:rPr>
    </w:pPr>
    <w:r w:rsidRPr="009E1D3B">
      <w:rPr>
        <w:color w:val="000000"/>
        <w:sz w:val="16"/>
        <w:szCs w:val="16"/>
      </w:rPr>
      <w:t>Miejska Spółka SKO-EKO Sp. z o.o. ul. Olszyna 10 , 43 – 430 Skoczów</w:t>
    </w:r>
    <w:r w:rsidRPr="009E1D3B">
      <w:rPr>
        <w:color w:val="000000"/>
        <w:sz w:val="16"/>
        <w:szCs w:val="16"/>
      </w:rPr>
      <w:br/>
      <w:t>Sąd Rejonowy w Bielsku Białej VIII Wydział Gospodarczy KRS 0000347303 Kapitał Zakładowy 42.1</w:t>
    </w:r>
    <w:r w:rsidR="00065390" w:rsidRPr="009E1D3B">
      <w:rPr>
        <w:color w:val="000000"/>
        <w:sz w:val="16"/>
        <w:szCs w:val="16"/>
      </w:rPr>
      <w:t>4</w:t>
    </w:r>
    <w:r w:rsidRPr="009E1D3B">
      <w:rPr>
        <w:color w:val="000000"/>
        <w:sz w:val="16"/>
        <w:szCs w:val="16"/>
      </w:rPr>
      <w:t xml:space="preserve">2.000 zł </w:t>
    </w:r>
  </w:p>
  <w:p w14:paraId="313031C7" w14:textId="77777777" w:rsidR="00107E09" w:rsidRPr="009E1D3B" w:rsidRDefault="00107E09" w:rsidP="00107E09">
    <w:pPr>
      <w:pStyle w:val="Nagwek"/>
      <w:tabs>
        <w:tab w:val="clear" w:pos="4536"/>
        <w:tab w:val="clear" w:pos="9072"/>
      </w:tabs>
      <w:spacing w:after="0" w:line="240" w:lineRule="auto"/>
      <w:jc w:val="center"/>
      <w:rPr>
        <w:color w:val="000000"/>
        <w:sz w:val="16"/>
        <w:szCs w:val="16"/>
      </w:rPr>
    </w:pPr>
    <w:r w:rsidRPr="009E1D3B">
      <w:rPr>
        <w:color w:val="000000"/>
        <w:sz w:val="16"/>
        <w:szCs w:val="16"/>
      </w:rPr>
      <w:t xml:space="preserve">REGON 241438066    NIP 5482607239     </w:t>
    </w:r>
    <w:r w:rsidRPr="006865A2">
      <w:rPr>
        <w:sz w:val="16"/>
        <w:szCs w:val="16"/>
      </w:rPr>
      <w:t>ING BANK ŚLĄSKI S.A. 51 1050 1083 1000 0090 3017 7498</w:t>
    </w:r>
  </w:p>
  <w:p w14:paraId="20F26DAC" w14:textId="77777777" w:rsidR="00107E09" w:rsidRPr="009E1D3B" w:rsidRDefault="00107E09" w:rsidP="00107E09">
    <w:pPr>
      <w:pStyle w:val="Nagwek"/>
      <w:tabs>
        <w:tab w:val="clear" w:pos="4536"/>
        <w:tab w:val="clear" w:pos="9072"/>
        <w:tab w:val="left" w:pos="-1980"/>
        <w:tab w:val="left" w:pos="360"/>
      </w:tabs>
      <w:spacing w:after="0" w:line="240" w:lineRule="auto"/>
      <w:ind w:right="70"/>
      <w:jc w:val="center"/>
      <w:rPr>
        <w:sz w:val="16"/>
        <w:szCs w:val="16"/>
      </w:rPr>
    </w:pPr>
    <w:r w:rsidRPr="009E1D3B">
      <w:rPr>
        <w:sz w:val="16"/>
        <w:szCs w:val="16"/>
      </w:rPr>
      <w:t>tel.</w:t>
    </w:r>
    <w:r w:rsidRPr="009E1D3B">
      <w:rPr>
        <w:sz w:val="16"/>
        <w:szCs w:val="16"/>
      </w:rPr>
      <w:tab/>
      <w:t>33 479 94 70</w:t>
    </w:r>
    <w:r w:rsidRPr="009E1D3B">
      <w:rPr>
        <w:sz w:val="16"/>
        <w:szCs w:val="16"/>
      </w:rPr>
      <w:tab/>
    </w:r>
    <w:r w:rsidRPr="009E1D3B">
      <w:rPr>
        <w:sz w:val="16"/>
        <w:szCs w:val="16"/>
      </w:rPr>
      <w:tab/>
    </w:r>
    <w:r w:rsidRPr="009E1D3B">
      <w:rPr>
        <w:sz w:val="16"/>
        <w:szCs w:val="16"/>
      </w:rPr>
      <w:tab/>
    </w:r>
    <w:r w:rsidRPr="009E1D3B">
      <w:rPr>
        <w:sz w:val="16"/>
        <w:szCs w:val="16"/>
      </w:rPr>
      <w:tab/>
    </w:r>
    <w:r w:rsidRPr="009E1D3B">
      <w:rPr>
        <w:sz w:val="16"/>
        <w:szCs w:val="16"/>
      </w:rPr>
      <w:tab/>
    </w:r>
    <w:r w:rsidRPr="009E1D3B">
      <w:rPr>
        <w:sz w:val="16"/>
        <w:szCs w:val="16"/>
      </w:rPr>
      <w:tab/>
    </w:r>
    <w:r w:rsidRPr="009E1D3B">
      <w:rPr>
        <w:sz w:val="16"/>
        <w:szCs w:val="16"/>
      </w:rPr>
      <w:tab/>
    </w:r>
    <w:r w:rsidRPr="009E1D3B">
      <w:rPr>
        <w:sz w:val="16"/>
        <w:szCs w:val="16"/>
      </w:rPr>
      <w:tab/>
      <w:t xml:space="preserve">        www.sko-eko.skoczow.pl</w:t>
    </w:r>
  </w:p>
  <w:p w14:paraId="0F6612D0" w14:textId="77777777" w:rsidR="00107E09" w:rsidRPr="009E1D3B" w:rsidRDefault="00107E09" w:rsidP="00107E09">
    <w:pPr>
      <w:pStyle w:val="Nagwek"/>
      <w:tabs>
        <w:tab w:val="clear" w:pos="4536"/>
        <w:tab w:val="clear" w:pos="9072"/>
        <w:tab w:val="left" w:pos="360"/>
      </w:tabs>
      <w:spacing w:after="0" w:line="240" w:lineRule="auto"/>
      <w:ind w:right="70"/>
      <w:jc w:val="center"/>
      <w:rPr>
        <w:sz w:val="16"/>
        <w:szCs w:val="16"/>
        <w:lang w:val="en-US"/>
      </w:rPr>
    </w:pPr>
    <w:r w:rsidRPr="009E1D3B">
      <w:rPr>
        <w:sz w:val="16"/>
        <w:szCs w:val="16"/>
        <w:lang w:val="en-US"/>
      </w:rPr>
      <w:t>fax.</w:t>
    </w:r>
    <w:r w:rsidRPr="009E1D3B">
      <w:rPr>
        <w:sz w:val="16"/>
        <w:szCs w:val="16"/>
        <w:lang w:val="en-US"/>
      </w:rPr>
      <w:tab/>
      <w:t>33 479 94 78</w:t>
    </w:r>
    <w:r w:rsidRPr="009E1D3B">
      <w:rPr>
        <w:sz w:val="16"/>
        <w:szCs w:val="16"/>
        <w:lang w:val="en-US"/>
      </w:rPr>
      <w:tab/>
    </w:r>
    <w:r w:rsidRPr="009E1D3B">
      <w:rPr>
        <w:sz w:val="16"/>
        <w:szCs w:val="16"/>
        <w:lang w:val="en-US"/>
      </w:rPr>
      <w:tab/>
    </w:r>
    <w:r w:rsidRPr="009E1D3B">
      <w:rPr>
        <w:sz w:val="16"/>
        <w:szCs w:val="16"/>
        <w:lang w:val="en-US"/>
      </w:rPr>
      <w:tab/>
    </w:r>
    <w:r w:rsidRPr="009E1D3B">
      <w:rPr>
        <w:sz w:val="16"/>
        <w:szCs w:val="16"/>
        <w:lang w:val="en-US"/>
      </w:rPr>
      <w:tab/>
    </w:r>
    <w:r w:rsidRPr="009E1D3B">
      <w:rPr>
        <w:sz w:val="16"/>
        <w:szCs w:val="16"/>
        <w:lang w:val="en-US"/>
      </w:rPr>
      <w:tab/>
    </w:r>
    <w:r w:rsidRPr="009E1D3B">
      <w:rPr>
        <w:sz w:val="16"/>
        <w:szCs w:val="16"/>
        <w:lang w:val="en-US"/>
      </w:rPr>
      <w:tab/>
    </w:r>
    <w:r w:rsidRPr="009E1D3B">
      <w:rPr>
        <w:sz w:val="16"/>
        <w:szCs w:val="16"/>
        <w:lang w:val="en-US"/>
      </w:rPr>
      <w:tab/>
      <w:t xml:space="preserve">          e-mail: biuro@sko-eko.skoczow.pl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22A31" w14:textId="77777777" w:rsidR="00504404" w:rsidRDefault="00504404" w:rsidP="00257458">
      <w:pPr>
        <w:spacing w:after="0" w:line="240" w:lineRule="auto"/>
      </w:pPr>
      <w:r>
        <w:separator/>
      </w:r>
    </w:p>
  </w:footnote>
  <w:footnote w:type="continuationSeparator" w:id="0">
    <w:p w14:paraId="18FCC58B" w14:textId="77777777" w:rsidR="00504404" w:rsidRDefault="00504404" w:rsidP="00257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34761" w14:textId="77777777" w:rsidR="00E5348B" w:rsidRPr="00796F84" w:rsidRDefault="002A37F8" w:rsidP="00796F84">
    <w:pPr>
      <w:pStyle w:val="Nagwek"/>
      <w:spacing w:after="0"/>
      <w:jc w:val="center"/>
      <w:rPr>
        <w:sz w:val="16"/>
      </w:rPr>
    </w:pPr>
    <w:r>
      <w:t xml:space="preserve">  </w:t>
    </w:r>
    <w:r w:rsidR="00796F84">
      <w:t xml:space="preserve">           </w:t>
    </w:r>
    <w:r>
      <w:t xml:space="preserve">           </w:t>
    </w:r>
    <w:r w:rsidR="00796F84">
      <w:t xml:space="preserve">         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AE62A" w14:textId="77777777" w:rsidR="00107E09" w:rsidRPr="00796F84" w:rsidRDefault="00504404" w:rsidP="00107E09">
    <w:pPr>
      <w:pStyle w:val="Nagwek"/>
      <w:spacing w:after="0"/>
      <w:jc w:val="center"/>
      <w:rPr>
        <w:sz w:val="16"/>
      </w:rPr>
    </w:pPr>
    <w:r>
      <w:rPr>
        <w:noProof/>
        <w:lang w:eastAsia="pl-PL"/>
      </w:rPr>
      <w:pict w14:anchorId="20C914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129pt;height:58.5pt;visibility:visible">
          <v:imagedata r:id="rId1" o:title="FE_IS_RGB-1" cropright="36869f"/>
          <v:shadow on="t" offset="0,0"/>
        </v:shape>
      </w:pict>
    </w:r>
    <w:r w:rsidR="00107E09">
      <w:t xml:space="preserve">                  </w:t>
    </w:r>
    <w:r>
      <w:rPr>
        <w:noProof/>
        <w:lang w:eastAsia="pl-PL"/>
      </w:rPr>
      <w:pict w14:anchorId="5D2FA4EF">
        <v:shape id="Obraz 4" o:spid="_x0000_i1026" type="#_x0000_t75" style="width:83.25pt;height:51pt;visibility:visible">
          <v:imagedata r:id="rId2" o:title="logo skoeko"/>
        </v:shape>
      </w:pict>
    </w:r>
    <w:r w:rsidR="00107E09">
      <w:t xml:space="preserve">                 </w:t>
    </w:r>
    <w:r>
      <w:rPr>
        <w:noProof/>
        <w:lang w:eastAsia="pl-PL"/>
      </w:rPr>
      <w:pict w14:anchorId="07D741F7">
        <v:shape id="Obraz 5" o:spid="_x0000_i1027" type="#_x0000_t75" style="width:144.75pt;height:57pt;visibility:visible">
          <v:imagedata r:id="rId1" o:title="FE_IS_RGB-1" cropleft="32010f"/>
        </v:shape>
      </w:pict>
    </w:r>
  </w:p>
  <w:p w14:paraId="430CCB73" w14:textId="77777777" w:rsidR="00107E09" w:rsidRPr="009E1D3B" w:rsidRDefault="00107E09" w:rsidP="001D6599">
    <w:pPr>
      <w:pStyle w:val="Tytu"/>
      <w:rPr>
        <w:rFonts w:ascii="Calibri" w:hAnsi="Calibri" w:cs="Arial"/>
        <w:b w:val="0"/>
        <w:sz w:val="18"/>
        <w:szCs w:val="18"/>
      </w:rPr>
    </w:pPr>
    <w:r w:rsidRPr="009E1D3B">
      <w:rPr>
        <w:rFonts w:ascii="Calibri" w:hAnsi="Calibri" w:cs="Arial"/>
        <w:b w:val="0"/>
        <w:sz w:val="18"/>
        <w:szCs w:val="18"/>
      </w:rPr>
      <w:t>Projekt nr POIS.02.0</w:t>
    </w:r>
    <w:r w:rsidR="00682DA1" w:rsidRPr="009E1D3B">
      <w:rPr>
        <w:rFonts w:ascii="Calibri" w:hAnsi="Calibri" w:cs="Arial"/>
        <w:b w:val="0"/>
        <w:sz w:val="18"/>
        <w:szCs w:val="18"/>
      </w:rPr>
      <w:t>3</w:t>
    </w:r>
    <w:r w:rsidRPr="009E1D3B">
      <w:rPr>
        <w:rFonts w:ascii="Calibri" w:hAnsi="Calibri" w:cs="Arial"/>
        <w:b w:val="0"/>
        <w:sz w:val="18"/>
        <w:szCs w:val="18"/>
      </w:rPr>
      <w:t xml:space="preserve">.00-00-0035/16 </w:t>
    </w:r>
  </w:p>
  <w:p w14:paraId="5CE5CDB9" w14:textId="16D6369A" w:rsidR="00107E09" w:rsidRPr="009E1D3B" w:rsidRDefault="00107E09" w:rsidP="001D6599">
    <w:pPr>
      <w:pStyle w:val="Tytu"/>
      <w:rPr>
        <w:rFonts w:ascii="Calibri" w:hAnsi="Calibri" w:cs="Arial"/>
        <w:b w:val="0"/>
        <w:sz w:val="18"/>
        <w:szCs w:val="18"/>
      </w:rPr>
    </w:pPr>
    <w:r w:rsidRPr="009E1D3B">
      <w:rPr>
        <w:rFonts w:ascii="Calibri" w:hAnsi="Calibri" w:cs="Arial"/>
        <w:b w:val="0"/>
        <w:sz w:val="18"/>
        <w:szCs w:val="18"/>
      </w:rPr>
      <w:t xml:space="preserve">„Modernizacja oczyszczalni ścieków w Skoczowie w zakresie gospodarki osadowej wraz z odzyskiem biogazu oraz budowa kanalizacji sanitarnej w aglomeracji Skoczów” w ramach działania 2.3. oś priorytetowa II </w:t>
    </w:r>
    <w:proofErr w:type="spellStart"/>
    <w:r w:rsidRPr="009E1D3B">
      <w:rPr>
        <w:rFonts w:ascii="Calibri" w:hAnsi="Calibri" w:cs="Arial"/>
        <w:b w:val="0"/>
        <w:sz w:val="18"/>
        <w:szCs w:val="18"/>
      </w:rPr>
      <w:t>POIiŚ</w:t>
    </w:r>
    <w:proofErr w:type="spellEnd"/>
    <w:r w:rsidRPr="009E1D3B">
      <w:rPr>
        <w:rFonts w:ascii="Calibri" w:hAnsi="Calibri" w:cs="Arial"/>
        <w:b w:val="0"/>
        <w:sz w:val="18"/>
        <w:szCs w:val="18"/>
      </w:rPr>
      <w:t xml:space="preserve"> 2014 – 2020</w:t>
    </w:r>
  </w:p>
  <w:p w14:paraId="77120EF7" w14:textId="77777777" w:rsidR="001D6599" w:rsidRPr="009E1D3B" w:rsidRDefault="00504404" w:rsidP="001D6599">
    <w:pPr>
      <w:pStyle w:val="Tytu"/>
      <w:rPr>
        <w:rFonts w:ascii="Calibri" w:hAnsi="Calibri" w:cs="Arial"/>
        <w:b w:val="0"/>
        <w:sz w:val="16"/>
        <w:szCs w:val="16"/>
      </w:rPr>
    </w:pPr>
    <w:r>
      <w:rPr>
        <w:noProof/>
      </w:rPr>
      <w:pict w14:anchorId="680A4BB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0" type="#_x0000_t32" style="position:absolute;left:0;text-align:left;margin-left:4.6pt;margin-top:3.75pt;width:447.85pt;height:0;flip:y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" strokeweight="1pt"/>
      </w:pic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asz Saganowski">
    <w15:presenceInfo w15:providerId="None" w15:userId="Tomasz Sagano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trackRevisions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AutoShape 3"/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D3B"/>
    <w:rsid w:val="00002665"/>
    <w:rsid w:val="000275E7"/>
    <w:rsid w:val="00065390"/>
    <w:rsid w:val="0009656D"/>
    <w:rsid w:val="000A1987"/>
    <w:rsid w:val="0010624E"/>
    <w:rsid w:val="00107E09"/>
    <w:rsid w:val="00112445"/>
    <w:rsid w:val="00123D89"/>
    <w:rsid w:val="001D6599"/>
    <w:rsid w:val="002108C1"/>
    <w:rsid w:val="00257458"/>
    <w:rsid w:val="0026369D"/>
    <w:rsid w:val="00285A53"/>
    <w:rsid w:val="002A37F8"/>
    <w:rsid w:val="00400621"/>
    <w:rsid w:val="0040701C"/>
    <w:rsid w:val="0045447B"/>
    <w:rsid w:val="004A24DB"/>
    <w:rsid w:val="004A5518"/>
    <w:rsid w:val="004F2F10"/>
    <w:rsid w:val="004F6223"/>
    <w:rsid w:val="00504404"/>
    <w:rsid w:val="00541225"/>
    <w:rsid w:val="005C26C6"/>
    <w:rsid w:val="005D3199"/>
    <w:rsid w:val="00602159"/>
    <w:rsid w:val="00604E3F"/>
    <w:rsid w:val="0065764D"/>
    <w:rsid w:val="00682DA1"/>
    <w:rsid w:val="006865A2"/>
    <w:rsid w:val="007002AE"/>
    <w:rsid w:val="00752A19"/>
    <w:rsid w:val="00796F84"/>
    <w:rsid w:val="00871CA7"/>
    <w:rsid w:val="00891EAA"/>
    <w:rsid w:val="00913A27"/>
    <w:rsid w:val="009A6F61"/>
    <w:rsid w:val="009E1D3B"/>
    <w:rsid w:val="00A6339C"/>
    <w:rsid w:val="00B25C79"/>
    <w:rsid w:val="00B85F99"/>
    <w:rsid w:val="00BB3A45"/>
    <w:rsid w:val="00C30688"/>
    <w:rsid w:val="00C53603"/>
    <w:rsid w:val="00C65B05"/>
    <w:rsid w:val="00CE0CAB"/>
    <w:rsid w:val="00D836C7"/>
    <w:rsid w:val="00DA3BFE"/>
    <w:rsid w:val="00E33076"/>
    <w:rsid w:val="00E5348B"/>
    <w:rsid w:val="00EC62E0"/>
    <w:rsid w:val="00F90DBD"/>
    <w:rsid w:val="00F91063"/>
    <w:rsid w:val="00FC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F29E1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D3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5745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574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57458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rsid w:val="002A37F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uiPriority w:val="99"/>
    <w:rsid w:val="002A37F8"/>
    <w:rPr>
      <w:rFonts w:ascii="Times New Roman" w:eastAsia="Times New Roman" w:hAnsi="Times New Roman"/>
      <w:b/>
      <w:bCs/>
      <w:sz w:val="24"/>
      <w:szCs w:val="24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semiHidden/>
    <w:rsid w:val="002A37F8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1EAA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00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02A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002A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002AE"/>
    <w:rPr>
      <w:b/>
      <w:bCs/>
      <w:lang w:eastAsia="en-US"/>
    </w:rPr>
  </w:style>
  <w:style w:type="paragraph" w:styleId="Poprawka">
    <w:name w:val="Revision"/>
    <w:hidden/>
    <w:uiPriority w:val="99"/>
    <w:semiHidden/>
    <w:rsid w:val="007002A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isz\AppData\Roaming\Microsoft\Szablony\Firm&#243;wka%20POIi&#346;%20nag&#322;&#243;wek%20I%20stron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 POIiŚ nagłówek I strona.dotx</Template>
  <TotalTime>10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mpisz</dc:creator>
  <cp:keywords/>
  <cp:lastModifiedBy>mpisz</cp:lastModifiedBy>
  <cp:revision>6</cp:revision>
  <cp:lastPrinted>2018-03-28T11:01:00Z</cp:lastPrinted>
  <dcterms:created xsi:type="dcterms:W3CDTF">2018-01-22T13:54:00Z</dcterms:created>
  <dcterms:modified xsi:type="dcterms:W3CDTF">2018-03-28T11:23:00Z</dcterms:modified>
</cp:coreProperties>
</file>